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>Beszámolási időszak: 2015. november 17-30.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094633">
        <w:rPr>
          <w:rFonts w:ascii="Garamond" w:hAnsi="Garamond"/>
          <w:b/>
        </w:rPr>
        <w:t>Nagy Edit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094633" w:rsidRPr="00094633" w:rsidTr="00094633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2015.11.17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094633" w:rsidRPr="00094633" w:rsidTr="00094633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2015.11.23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094633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4"/>
        <w:gridCol w:w="2152"/>
        <w:gridCol w:w="1639"/>
        <w:gridCol w:w="1624"/>
      </w:tblGrid>
      <w:tr w:rsidR="00094633" w:rsidRPr="00094633" w:rsidTr="00094633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2015.11.18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OHV PR megbeszélése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  <w:tr w:rsidR="00094633" w:rsidRPr="00094633" w:rsidTr="00094633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2015.11.22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Gépész Szakkollégium SZMSZ tervezetének véleményezése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180</w:t>
            </w:r>
          </w:p>
        </w:tc>
      </w:tr>
      <w:tr w:rsidR="00094633" w:rsidRPr="00094633" w:rsidTr="00094633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2015.11.28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Gépész Szakkollégium SZMSZ tervezetének véleményezése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094633" w:rsidRDefault="00094633">
      <w:pPr>
        <w:spacing w:before="0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1"/>
        <w:gridCol w:w="2146"/>
        <w:gridCol w:w="1652"/>
        <w:gridCol w:w="1620"/>
      </w:tblGrid>
      <w:tr w:rsidR="00094633" w:rsidRPr="00094633" w:rsidTr="00094633">
        <w:trPr>
          <w:trHeight w:val="102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2015.11.20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Egyetemi Hallgatói Képviselet üléséről való tájékoztató megírása a GHK belső levelezőlistájára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40</w:t>
            </w:r>
          </w:p>
        </w:tc>
      </w:tr>
      <w:tr w:rsidR="00094633" w:rsidRPr="00094633" w:rsidTr="00094633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2015.11.22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Megrendelés összeállítása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094633" w:rsidRPr="00094633" w:rsidTr="00094633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2015.11.22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Felkészülés Külső Rendezvény Bizottság ülésére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094633">
              <w:rPr>
                <w:rFonts w:ascii="Arial" w:hAnsi="Arial" w:cs="Arial"/>
                <w:sz w:val="20"/>
                <w:lang w:eastAsia="hu-HU"/>
              </w:rPr>
              <w:t>Kovalovszki</w:t>
            </w:r>
            <w:proofErr w:type="spellEnd"/>
            <w:r w:rsidRPr="00094633">
              <w:rPr>
                <w:rFonts w:ascii="Arial" w:hAnsi="Arial" w:cs="Arial"/>
                <w:sz w:val="20"/>
                <w:lang w:eastAsia="hu-HU"/>
              </w:rPr>
              <w:t xml:space="preserve"> Máté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094633" w:rsidRPr="00094633" w:rsidTr="00094633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2015.11.24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Tudásszintmérő készítése a GHK tagjai részére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45</w:t>
            </w:r>
          </w:p>
        </w:tc>
      </w:tr>
      <w:tr w:rsidR="00094633" w:rsidRPr="00094633" w:rsidTr="00094633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2015.11.25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Felkészülés Külső Rendezvény Bizottság ülésére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094633" w:rsidRPr="00094633" w:rsidTr="00094633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2015.11.25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Stratégiai megbeszélés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094633">
              <w:rPr>
                <w:rFonts w:ascii="Arial" w:hAnsi="Arial" w:cs="Arial"/>
                <w:sz w:val="20"/>
                <w:lang w:eastAsia="hu-HU"/>
              </w:rPr>
              <w:t>Kovalovszki</w:t>
            </w:r>
            <w:proofErr w:type="spellEnd"/>
            <w:r w:rsidRPr="00094633">
              <w:rPr>
                <w:rFonts w:ascii="Arial" w:hAnsi="Arial" w:cs="Arial"/>
                <w:sz w:val="20"/>
                <w:lang w:eastAsia="hu-HU"/>
              </w:rPr>
              <w:t xml:space="preserve"> Máté, Varró Gergő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094633" w:rsidRPr="00094633" w:rsidTr="00094633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2015.11.25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Külső Rendezvény Bizottság ülésének megtartása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094633">
              <w:rPr>
                <w:rFonts w:ascii="Arial" w:hAnsi="Arial" w:cs="Arial"/>
                <w:sz w:val="20"/>
                <w:lang w:eastAsia="hu-HU"/>
              </w:rPr>
              <w:t>Kovalovszki</w:t>
            </w:r>
            <w:proofErr w:type="spellEnd"/>
            <w:r w:rsidRPr="00094633">
              <w:rPr>
                <w:rFonts w:ascii="Arial" w:hAnsi="Arial" w:cs="Arial"/>
                <w:sz w:val="20"/>
                <w:lang w:eastAsia="hu-HU"/>
              </w:rPr>
              <w:t xml:space="preserve"> Máté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094633" w:rsidRPr="00094633" w:rsidTr="00094633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Gépészmérnöki Kar képviselete BME nyílt napon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240</w:t>
            </w:r>
          </w:p>
        </w:tc>
      </w:tr>
      <w:tr w:rsidR="00094633" w:rsidRPr="00094633" w:rsidTr="00094633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2015.11.27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Megbeszélés aktuális problémákkal kapcsolatban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Varró Gergő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25</w:t>
            </w:r>
          </w:p>
        </w:tc>
      </w:tr>
      <w:tr w:rsidR="00094633" w:rsidRPr="00094633" w:rsidTr="00094633">
        <w:trPr>
          <w:trHeight w:val="10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2015.11.29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Egyetemi Hallgatói Képviselet üléséről való tájékoztató megírása a GHK belső levelezőlistájára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25</w:t>
            </w:r>
          </w:p>
        </w:tc>
      </w:tr>
      <w:tr w:rsidR="00094633" w:rsidRPr="00094633" w:rsidTr="00094633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2015.11.30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Hallgatói probléma kezelése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633" w:rsidRPr="00094633" w:rsidRDefault="00094633" w:rsidP="0009463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94633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E53417" w:rsidRDefault="00E53417" w:rsidP="00E53417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200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5,81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835" w:rsidRDefault="00FD0835">
      <w:pPr>
        <w:spacing w:before="0"/>
      </w:pPr>
      <w:r>
        <w:separator/>
      </w:r>
    </w:p>
  </w:endnote>
  <w:endnote w:type="continuationSeparator" w:id="0">
    <w:p w:rsidR="00FD0835" w:rsidRDefault="00FD083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835" w:rsidRDefault="00FD0835">
      <w:pPr>
        <w:spacing w:before="0"/>
      </w:pPr>
      <w:r>
        <w:separator/>
      </w:r>
    </w:p>
  </w:footnote>
  <w:footnote w:type="continuationSeparator" w:id="0">
    <w:p w:rsidR="00FD0835" w:rsidRDefault="00FD083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94633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7736E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3F5D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3417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0835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F444F-397E-4CFB-A5D8-E6F5D98F3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2</Pages>
  <Words>183</Words>
  <Characters>1444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4</cp:revision>
  <cp:lastPrinted>2015-04-23T06:23:00Z</cp:lastPrinted>
  <dcterms:created xsi:type="dcterms:W3CDTF">2016-02-18T23:13:00Z</dcterms:created>
  <dcterms:modified xsi:type="dcterms:W3CDTF">2016-03-07T03:21:00Z</dcterms:modified>
</cp:coreProperties>
</file>