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Pr="003C57BA">
        <w:rPr>
          <w:rFonts w:ascii="Garamond" w:hAnsi="Garamond"/>
          <w:b/>
        </w:rPr>
        <w:t xml:space="preserve">Beszámolási időszak: 2015. </w:t>
      </w:r>
      <w:r w:rsidR="001C5514">
        <w:rPr>
          <w:rFonts w:ascii="Garamond" w:hAnsi="Garamond"/>
          <w:b/>
        </w:rPr>
        <w:t>december 1-31.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E55846">
        <w:rPr>
          <w:rFonts w:ascii="Garamond" w:hAnsi="Garamond"/>
          <w:b/>
        </w:rPr>
        <w:t>Okolicsányi</w:t>
      </w:r>
      <w:proofErr w:type="spellEnd"/>
      <w:r w:rsidR="00E55846">
        <w:rPr>
          <w:rFonts w:ascii="Garamond" w:hAnsi="Garamond"/>
          <w:b/>
        </w:rPr>
        <w:t xml:space="preserve">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19"/>
      </w:tblGrid>
      <w:tr w:rsidR="000B0ABB" w:rsidTr="000B0ABB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ABB" w:rsidRDefault="000B0AB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ABB" w:rsidRDefault="000B0AB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0B0ABB" w:rsidTr="000B0AB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ABB" w:rsidRDefault="000B0AB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ABB" w:rsidRDefault="000B0AB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0B0ABB" w:rsidTr="000B0AB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ABB" w:rsidRDefault="000B0AB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2015.12.15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ABB" w:rsidRDefault="000B0AB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8313C2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5"/>
        <w:gridCol w:w="2169"/>
        <w:gridCol w:w="1636"/>
        <w:gridCol w:w="1619"/>
      </w:tblGrid>
      <w:tr w:rsidR="008313C2" w:rsidRPr="008313C2" w:rsidTr="008313C2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2015.12.06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0B0ABB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Tanulmányi és Oktatási Bizottság ülés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  <w:r w:rsidR="000B0ABB"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OHV népszerűsítő videó kidolgozása, NEPTUN problémák összegyűjtése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65</w:t>
            </w:r>
          </w:p>
        </w:tc>
      </w:tr>
      <w:tr w:rsidR="008313C2" w:rsidRPr="008313C2" w:rsidTr="008313C2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0B0ABB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Bizottság ülés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0B0ABB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proofErr w:type="spellStart"/>
            <w:r w:rsidRPr="008313C2">
              <w:rPr>
                <w:rFonts w:ascii="Arial" w:hAnsi="Arial" w:cs="Arial"/>
                <w:sz w:val="20"/>
                <w:lang w:eastAsia="hu-HU"/>
              </w:rPr>
              <w:t>Ötletelés</w:t>
            </w:r>
            <w:proofErr w:type="spellEnd"/>
            <w:r w:rsidRPr="008313C2">
              <w:rPr>
                <w:rFonts w:ascii="Arial" w:hAnsi="Arial" w:cs="Arial"/>
                <w:sz w:val="20"/>
                <w:lang w:eastAsia="hu-HU"/>
              </w:rPr>
              <w:t xml:space="preserve"> </w:t>
            </w:r>
            <w:proofErr w:type="spellStart"/>
            <w:r w:rsidRPr="008313C2">
              <w:rPr>
                <w:rFonts w:ascii="Arial" w:hAnsi="Arial" w:cs="Arial"/>
                <w:sz w:val="20"/>
                <w:lang w:eastAsia="hu-HU"/>
              </w:rPr>
              <w:t>TJSZ-szel</w:t>
            </w:r>
            <w:proofErr w:type="spellEnd"/>
            <w:r w:rsidRPr="008313C2">
              <w:rPr>
                <w:rFonts w:ascii="Arial" w:hAnsi="Arial" w:cs="Arial"/>
                <w:sz w:val="20"/>
                <w:lang w:eastAsia="hu-HU"/>
              </w:rPr>
              <w:t>, Igazoláslistával kapcsolatban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70</w:t>
            </w:r>
          </w:p>
        </w:tc>
      </w:tr>
    </w:tbl>
    <w:p w:rsidR="000B0ABB" w:rsidRDefault="000B0ABB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0B0AB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0B0ABB" w:rsidRPr="000B0ABB" w:rsidRDefault="000B0ABB" w:rsidP="000B0ABB">
      <w:pPr>
        <w:spacing w:before="0"/>
        <w:rPr>
          <w:rFonts w:ascii="Garamond" w:hAnsi="Garamond"/>
        </w:rPr>
      </w:pP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3"/>
        <w:gridCol w:w="1640"/>
        <w:gridCol w:w="1623"/>
      </w:tblGrid>
      <w:tr w:rsidR="008313C2" w:rsidRPr="008313C2" w:rsidTr="000B0ABB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2015.12.01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GHK ügyelet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8313C2" w:rsidRPr="008313C2" w:rsidTr="000B0ABB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2015.11.28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GSZK SZMSZ tervezet véleményezés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8313C2" w:rsidRPr="008313C2" w:rsidTr="000B0ABB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2015.12.05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Hallgatói iroda takarítása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70</w:t>
            </w:r>
          </w:p>
        </w:tc>
      </w:tr>
      <w:tr w:rsidR="008313C2" w:rsidRPr="008313C2" w:rsidTr="000B0ABB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2015.12.13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8313C2" w:rsidRPr="008313C2" w:rsidTr="000B0ABB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2015.12.14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3C2" w:rsidRPr="008313C2" w:rsidRDefault="008313C2" w:rsidP="008313C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8313C2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</w:tbl>
    <w:p w:rsidR="00331434" w:rsidRDefault="00331434" w:rsidP="00331434">
      <w:pPr>
        <w:spacing w:line="360" w:lineRule="auto"/>
        <w:rPr>
          <w:rFonts w:ascii="Garamond" w:hAnsi="Garamond"/>
        </w:rPr>
      </w:pPr>
    </w:p>
    <w:p w:rsidR="00331434" w:rsidRDefault="00331434" w:rsidP="00331434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44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2,44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3314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E56" w:rsidRDefault="00356E56">
      <w:pPr>
        <w:spacing w:before="0"/>
      </w:pPr>
      <w:r>
        <w:separator/>
      </w:r>
    </w:p>
  </w:endnote>
  <w:endnote w:type="continuationSeparator" w:id="0">
    <w:p w:rsidR="00356E56" w:rsidRDefault="00356E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E56" w:rsidRDefault="00356E56">
      <w:pPr>
        <w:spacing w:before="0"/>
      </w:pPr>
      <w:r>
        <w:separator/>
      </w:r>
    </w:p>
  </w:footnote>
  <w:footnote w:type="continuationSeparator" w:id="0">
    <w:p w:rsidR="00356E56" w:rsidRDefault="00356E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74194"/>
    <w:rsid w:val="0007506D"/>
    <w:rsid w:val="00075A43"/>
    <w:rsid w:val="00080FC1"/>
    <w:rsid w:val="000908B4"/>
    <w:rsid w:val="000A321D"/>
    <w:rsid w:val="000A7BA8"/>
    <w:rsid w:val="000B0ABB"/>
    <w:rsid w:val="000B17E2"/>
    <w:rsid w:val="000D0B24"/>
    <w:rsid w:val="000E434E"/>
    <w:rsid w:val="000F72B6"/>
    <w:rsid w:val="00113764"/>
    <w:rsid w:val="0011498B"/>
    <w:rsid w:val="00151193"/>
    <w:rsid w:val="00155597"/>
    <w:rsid w:val="00156846"/>
    <w:rsid w:val="00160532"/>
    <w:rsid w:val="00165CC4"/>
    <w:rsid w:val="00183F68"/>
    <w:rsid w:val="00185172"/>
    <w:rsid w:val="001A2C11"/>
    <w:rsid w:val="001A65F0"/>
    <w:rsid w:val="001B1834"/>
    <w:rsid w:val="001C551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31434"/>
    <w:rsid w:val="00351F29"/>
    <w:rsid w:val="003534BC"/>
    <w:rsid w:val="00356E56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2B9F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1C0E"/>
    <w:rsid w:val="007C781D"/>
    <w:rsid w:val="007D052E"/>
    <w:rsid w:val="008108AB"/>
    <w:rsid w:val="00811577"/>
    <w:rsid w:val="00813247"/>
    <w:rsid w:val="00817525"/>
    <w:rsid w:val="00821978"/>
    <w:rsid w:val="008313C2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52CC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4513D"/>
    <w:rsid w:val="00D51A49"/>
    <w:rsid w:val="00D841AD"/>
    <w:rsid w:val="00DB091A"/>
    <w:rsid w:val="00DB122E"/>
    <w:rsid w:val="00E01D31"/>
    <w:rsid w:val="00E02009"/>
    <w:rsid w:val="00E047B7"/>
    <w:rsid w:val="00E14A70"/>
    <w:rsid w:val="00E556DB"/>
    <w:rsid w:val="00E55846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76382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8FF5B-FBC6-4FDA-ADC3-DADB297E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143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DUDE</dc:creator>
  <cp:lastModifiedBy>Gépészkari Hallgatói Képviselet</cp:lastModifiedBy>
  <cp:revision>9</cp:revision>
  <cp:lastPrinted>2015-04-23T06:23:00Z</cp:lastPrinted>
  <dcterms:created xsi:type="dcterms:W3CDTF">2016-02-18T21:46:00Z</dcterms:created>
  <dcterms:modified xsi:type="dcterms:W3CDTF">2016-03-07T03:31:00Z</dcterms:modified>
</cp:coreProperties>
</file>