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3569A7">
        <w:rPr>
          <w:rFonts w:ascii="Garamond" w:hAnsi="Garamond"/>
          <w:b/>
        </w:rPr>
        <w:t>március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548A7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pPr w:leftFromText="141" w:rightFromText="141" w:vertAnchor="text" w:tblpY="1"/>
        <w:tblOverlap w:val="never"/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5A222E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1B4C31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</w:t>
            </w:r>
            <w:r w:rsidR="008F6217">
              <w:rPr>
                <w:rFonts w:ascii="Garamond" w:hAnsi="Garamond" w:cs="Arial"/>
                <w:color w:val="000000"/>
                <w:lang w:eastAsia="hu-HU"/>
              </w:rPr>
              <w:t>01</w:t>
            </w:r>
            <w:r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5A222E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2016.03.06.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5A222E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2016.03.15.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5A222E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5A222E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2016.03.29.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5A222E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5A222E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br w:type="textWrapping" w:clear="all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5A222E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5A222E" w:rsidRPr="005A222E" w:rsidRDefault="003C57BA" w:rsidP="005A222E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06"/>
        <w:gridCol w:w="2449"/>
        <w:gridCol w:w="2409"/>
        <w:gridCol w:w="1328"/>
        <w:gridCol w:w="1324"/>
      </w:tblGrid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2016.03.01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GHK PR Bizottság ülés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 xml:space="preserve">PR kiadvány véglegesítés, GHK </w:t>
            </w:r>
            <w:proofErr w:type="spellStart"/>
            <w:r w:rsidRPr="005A222E">
              <w:rPr>
                <w:rFonts w:ascii="Garamond" w:hAnsi="Garamond"/>
              </w:rPr>
              <w:t>facebook</w:t>
            </w:r>
            <w:proofErr w:type="spellEnd"/>
            <w:r w:rsidRPr="005A222E">
              <w:rPr>
                <w:rFonts w:ascii="Garamond" w:hAnsi="Garamond"/>
              </w:rPr>
              <w:t>/</w:t>
            </w:r>
            <w:proofErr w:type="spellStart"/>
            <w:r w:rsidRPr="005A222E">
              <w:rPr>
                <w:rFonts w:ascii="Garamond" w:hAnsi="Garamond"/>
              </w:rPr>
              <w:t>instagram</w:t>
            </w:r>
            <w:proofErr w:type="spellEnd"/>
            <w:r w:rsidRPr="005A222E">
              <w:rPr>
                <w:rFonts w:ascii="Garamond" w:hAnsi="Garamond"/>
              </w:rPr>
              <w:t xml:space="preserve"> tervezet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85</w:t>
            </w:r>
          </w:p>
        </w:tc>
      </w:tr>
      <w:tr w:rsidR="005A222E" w:rsidRPr="005A222E" w:rsidTr="005A222E">
        <w:trPr>
          <w:trHeight w:val="510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2016.03.06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GHK Gazdasági Bizottság ülés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GHK 2016. évi költségvetés egyeztetése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30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2016.03.06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GHK Rendezvény Bizottság ülés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Kulturális és szakmai hét szervezésével kapcsolatos megbeszélés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tabs>
                <w:tab w:val="left" w:pos="1350"/>
              </w:tabs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5A222E">
      <w:pPr>
        <w:tabs>
          <w:tab w:val="left" w:pos="1350"/>
        </w:tabs>
        <w:spacing w:line="360" w:lineRule="auto"/>
        <w:jc w:val="both"/>
        <w:rPr>
          <w:rFonts w:ascii="Garamond" w:hAnsi="Garamond"/>
        </w:rPr>
      </w:pPr>
    </w:p>
    <w:p w:rsidR="005A222E" w:rsidRDefault="005A222E" w:rsidP="005A222E">
      <w:pPr>
        <w:tabs>
          <w:tab w:val="left" w:pos="1350"/>
        </w:tabs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5"/>
        <w:gridCol w:w="2440"/>
        <w:gridCol w:w="2159"/>
        <w:gridCol w:w="1706"/>
        <w:gridCol w:w="1246"/>
      </w:tblGrid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2016.03.02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Bizottsági ülés részvétel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60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Hallgatói probléma kezelése szociális ösztöndíjjal kapcsolatban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10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2016.03.02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 xml:space="preserve">tanszékhez szorosan </w:t>
            </w:r>
            <w:proofErr w:type="spellStart"/>
            <w:r w:rsidRPr="005A222E">
              <w:rPr>
                <w:rFonts w:ascii="Garamond" w:hAnsi="Garamond"/>
              </w:rPr>
              <w:t>kötődö</w:t>
            </w:r>
            <w:proofErr w:type="spellEnd"/>
            <w:r w:rsidRPr="005A222E">
              <w:rPr>
                <w:rFonts w:ascii="Garamond" w:hAnsi="Garamond"/>
              </w:rPr>
              <w:t xml:space="preserve"> öntevékeny körrel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tanszéki munkatársakkal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35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tanszéki munkatársakkal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30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tanszéki munkatársakkal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40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tanszéki munkatársakkal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90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 xml:space="preserve">tanszékhez szorosan </w:t>
            </w:r>
            <w:proofErr w:type="spellStart"/>
            <w:r w:rsidRPr="005A222E">
              <w:rPr>
                <w:rFonts w:ascii="Garamond" w:hAnsi="Garamond"/>
              </w:rPr>
              <w:t>kötődö</w:t>
            </w:r>
            <w:proofErr w:type="spellEnd"/>
            <w:r w:rsidRPr="005A222E">
              <w:rPr>
                <w:rFonts w:ascii="Garamond" w:hAnsi="Garamond"/>
              </w:rPr>
              <w:t xml:space="preserve"> öntevékeny körrel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 xml:space="preserve">tanszékhez szorosan </w:t>
            </w:r>
            <w:proofErr w:type="spellStart"/>
            <w:r w:rsidRPr="005A222E">
              <w:rPr>
                <w:rFonts w:ascii="Garamond" w:hAnsi="Garamond"/>
              </w:rPr>
              <w:t>kötődö</w:t>
            </w:r>
            <w:proofErr w:type="spellEnd"/>
            <w:r w:rsidRPr="005A222E">
              <w:rPr>
                <w:rFonts w:ascii="Garamond" w:hAnsi="Garamond"/>
              </w:rPr>
              <w:t xml:space="preserve"> öntevékeny </w:t>
            </w:r>
            <w:r w:rsidRPr="005A222E">
              <w:rPr>
                <w:rFonts w:ascii="Garamond" w:hAnsi="Garamond"/>
              </w:rPr>
              <w:lastRenderedPageBreak/>
              <w:t>körrel való egyeztetés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45</w:t>
            </w:r>
          </w:p>
        </w:tc>
      </w:tr>
      <w:tr w:rsidR="005A222E" w:rsidRPr="005A222E" w:rsidTr="005A222E">
        <w:trPr>
          <w:trHeight w:val="510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lastRenderedPageBreak/>
              <w:t>2016.03.07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Kulturális és Szakmai hét szervezése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15</w:t>
            </w:r>
          </w:p>
        </w:tc>
      </w:tr>
      <w:tr w:rsidR="005A222E" w:rsidRPr="005A222E" w:rsidTr="005A222E">
        <w:trPr>
          <w:trHeight w:val="510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2016.03.13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Beszámoló elkészítése Egyetemi Hallgatói Képviselet üléséről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2016.03.10</w:t>
            </w: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2016.03.15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Beszámoló elkészítése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30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2016.03.16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Beszámoló elkészítése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120</w:t>
            </w:r>
          </w:p>
        </w:tc>
      </w:tr>
      <w:tr w:rsidR="005A222E" w:rsidRPr="005A222E" w:rsidTr="005A222E">
        <w:trPr>
          <w:trHeight w:val="76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2016.03.17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Energetikai Gépek és Rendszerek Tanszék felülvizsgálat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Beszámoló elkészítése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120</w:t>
            </w:r>
          </w:p>
        </w:tc>
      </w:tr>
      <w:tr w:rsidR="005A222E" w:rsidRPr="005A222E" w:rsidTr="005A222E">
        <w:trPr>
          <w:trHeight w:val="255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2016.03.21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Kollégiumi szobaellenőrzés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5A222E">
              <w:rPr>
                <w:rFonts w:ascii="Garamond" w:hAnsi="Garamond"/>
              </w:rPr>
              <w:t>Kovalovszki</w:t>
            </w:r>
            <w:proofErr w:type="spellEnd"/>
            <w:r w:rsidRPr="005A222E">
              <w:rPr>
                <w:rFonts w:ascii="Garamond" w:hAnsi="Garamond"/>
              </w:rPr>
              <w:t xml:space="preserve"> Máté</w:t>
            </w: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60</w:t>
            </w:r>
          </w:p>
        </w:tc>
      </w:tr>
      <w:tr w:rsidR="005A222E" w:rsidRPr="005A222E" w:rsidTr="005A222E">
        <w:trPr>
          <w:trHeight w:val="510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2016.03.27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2016.03.24</w:t>
            </w: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40</w:t>
            </w:r>
          </w:p>
        </w:tc>
      </w:tr>
      <w:tr w:rsidR="005A222E" w:rsidRPr="005A222E" w:rsidTr="005A222E">
        <w:trPr>
          <w:trHeight w:val="510"/>
        </w:trPr>
        <w:tc>
          <w:tcPr>
            <w:tcW w:w="168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2016.03.30</w:t>
            </w:r>
          </w:p>
        </w:tc>
        <w:tc>
          <w:tcPr>
            <w:tcW w:w="312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GHK továbbképző hétvége előkészítése</w:t>
            </w:r>
          </w:p>
        </w:tc>
        <w:tc>
          <w:tcPr>
            <w:tcW w:w="26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A222E" w:rsidRPr="005A222E" w:rsidRDefault="005A222E" w:rsidP="005A22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5A222E">
              <w:rPr>
                <w:rFonts w:ascii="Garamond" w:hAnsi="Garamond"/>
              </w:rPr>
              <w:t>25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CB533D" w:rsidRDefault="00CB533D" w:rsidP="00CB533D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munkáért elnyert ösztöndíj összege 2</w:t>
      </w:r>
      <w:r>
        <w:rPr>
          <w:rFonts w:ascii="Garamond" w:hAnsi="Garamond"/>
        </w:rPr>
        <w:t>36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időszakbeli összes </w:t>
      </w:r>
      <w:r>
        <w:rPr>
          <w:rFonts w:ascii="Garamond" w:hAnsi="Garamond"/>
        </w:rPr>
        <w:t>munkájának 3,64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061" w:rsidRDefault="003C7061">
      <w:pPr>
        <w:spacing w:before="0"/>
      </w:pPr>
      <w:r>
        <w:separator/>
      </w:r>
    </w:p>
  </w:endnote>
  <w:endnote w:type="continuationSeparator" w:id="0">
    <w:p w:rsidR="003C7061" w:rsidRDefault="003C70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061" w:rsidRDefault="003C7061">
      <w:pPr>
        <w:spacing w:before="0"/>
      </w:pPr>
      <w:r>
        <w:separator/>
      </w:r>
    </w:p>
  </w:footnote>
  <w:footnote w:type="continuationSeparator" w:id="0">
    <w:p w:rsidR="003C7061" w:rsidRDefault="003C706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D437C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C7061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3B71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2E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65DE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48A7"/>
    <w:rsid w:val="00A56198"/>
    <w:rsid w:val="00A74B9C"/>
    <w:rsid w:val="00A92B84"/>
    <w:rsid w:val="00A97122"/>
    <w:rsid w:val="00AA0E49"/>
    <w:rsid w:val="00AA4732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B533D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7D5"/>
    <w:rsid w:val="00E66BB3"/>
    <w:rsid w:val="00E67F06"/>
    <w:rsid w:val="00E724BD"/>
    <w:rsid w:val="00E918C8"/>
    <w:rsid w:val="00E91CAB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3D04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D86A8-7200-4E7C-838D-02587C86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3</Pages>
  <Words>329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2016-04-15T09:55:00Z</dcterms:created>
  <dcterms:modified xsi:type="dcterms:W3CDTF">2016-04-19T01:25:00Z</dcterms:modified>
</cp:coreProperties>
</file>